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B88BB" w14:textId="77777777" w:rsidR="00C7381D" w:rsidRPr="00262BDA" w:rsidRDefault="00C7381D" w:rsidP="00A44F52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1046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630"/>
        <w:gridCol w:w="1631"/>
        <w:gridCol w:w="2551"/>
        <w:gridCol w:w="1701"/>
        <w:gridCol w:w="709"/>
        <w:gridCol w:w="709"/>
        <w:gridCol w:w="567"/>
        <w:gridCol w:w="969"/>
      </w:tblGrid>
      <w:tr w:rsidR="00BB7E4C" w:rsidRPr="00262BDA" w14:paraId="6826EB7C" w14:textId="77777777" w:rsidTr="003A7ABC">
        <w:trPr>
          <w:cantSplit/>
          <w:trHeight w:val="2197"/>
        </w:trPr>
        <w:tc>
          <w:tcPr>
            <w:tcW w:w="1630" w:type="dxa"/>
            <w:textDirection w:val="btLr"/>
            <w:vAlign w:val="center"/>
          </w:tcPr>
          <w:p w14:paraId="4D0948E5" w14:textId="4570A302" w:rsidR="00BB7E4C" w:rsidRPr="00262BDA" w:rsidRDefault="00BB7E4C" w:rsidP="00BB7E4C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631" w:type="dxa"/>
            <w:textDirection w:val="btLr"/>
            <w:vAlign w:val="center"/>
          </w:tcPr>
          <w:p w14:paraId="2AB3B39D" w14:textId="77777777" w:rsidR="00BB7E4C" w:rsidRDefault="00BB7E4C" w:rsidP="00BB7E4C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783E66A9" w14:textId="4AFE464E" w:rsidR="00BB7E4C" w:rsidRPr="00262BDA" w:rsidRDefault="00BB7E4C" w:rsidP="00BB7E4C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0CF549B3" w14:textId="6F2B2CBB" w:rsidR="00BB7E4C" w:rsidRPr="00262BDA" w:rsidRDefault="00BB7E4C" w:rsidP="00BB7E4C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01" w:type="dxa"/>
            <w:vAlign w:val="center"/>
          </w:tcPr>
          <w:p w14:paraId="39190582" w14:textId="08595744" w:rsidR="00BB7E4C" w:rsidRPr="00262BDA" w:rsidRDefault="00BB7E4C" w:rsidP="00BB7E4C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0FF52FE2" w14:textId="4620E7EC" w:rsidR="00BB7E4C" w:rsidRPr="00262BDA" w:rsidRDefault="00BB7E4C" w:rsidP="00BB7E4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59FCF2DF" w14:textId="77777777" w:rsidR="00BB7E4C" w:rsidRDefault="00BB7E4C" w:rsidP="00BB7E4C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04212CE7" w14:textId="57FE3824" w:rsidR="00BB7E4C" w:rsidRPr="00262BDA" w:rsidRDefault="00BB7E4C" w:rsidP="00BB7E4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07C44C80" w14:textId="35BF927B" w:rsidR="00BB7E4C" w:rsidRPr="00262BDA" w:rsidRDefault="00BB7E4C" w:rsidP="00BB7E4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29DA966E" w14:textId="77777777" w:rsidR="00BB7E4C" w:rsidRDefault="00BB7E4C" w:rsidP="00BB7E4C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10B76EEB" w14:textId="41C9D539" w:rsidR="00BB7E4C" w:rsidRPr="00262BDA" w:rsidRDefault="00BB7E4C" w:rsidP="00BB7E4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0E0AA7" w:rsidRPr="00262BDA" w14:paraId="1EAC51D9" w14:textId="77777777" w:rsidTr="009F64B0">
        <w:tc>
          <w:tcPr>
            <w:tcW w:w="1630" w:type="dxa"/>
          </w:tcPr>
          <w:p w14:paraId="3824E424" w14:textId="77777777" w:rsidR="000E0AA7" w:rsidRPr="000E0AA7" w:rsidRDefault="000E0AA7" w:rsidP="000E0AA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2B5BDE">
              <w:rPr>
                <w:rFonts w:ascii="Verdana" w:hAnsi="Verdana"/>
                <w:b/>
                <w:sz w:val="18"/>
                <w:szCs w:val="18"/>
              </w:rPr>
              <w:t>103</w:t>
            </w:r>
          </w:p>
        </w:tc>
        <w:tc>
          <w:tcPr>
            <w:tcW w:w="1631" w:type="dxa"/>
          </w:tcPr>
          <w:p w14:paraId="7A5108B9" w14:textId="7705CEAF" w:rsidR="000E0AA7" w:rsidRPr="000E0AA7" w:rsidRDefault="007D65C3" w:rsidP="000E0AA7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9 900</w:t>
            </w:r>
            <w:r w:rsidR="00B517A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11C8A4A2" w14:textId="77777777" w:rsidR="000E0AA7" w:rsidRPr="00262BDA" w:rsidRDefault="000E0AA7" w:rsidP="002163C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Красная Заря, справа по ходу движения от ул. Тахо-Годи в сторону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Шеболдаева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на пересечении с ул. Локомотивная.</w:t>
            </w:r>
          </w:p>
        </w:tc>
        <w:tc>
          <w:tcPr>
            <w:tcW w:w="1701" w:type="dxa"/>
          </w:tcPr>
          <w:p w14:paraId="5960A567" w14:textId="77777777" w:rsidR="000E0AA7" w:rsidRPr="00262BDA" w:rsidRDefault="000E0AA7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BB6565A" w14:textId="77777777" w:rsidR="000E0AA7" w:rsidRPr="00262BDA" w:rsidRDefault="000E0AA7" w:rsidP="001F7B9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3х5</w:t>
            </w:r>
          </w:p>
        </w:tc>
        <w:tc>
          <w:tcPr>
            <w:tcW w:w="709" w:type="dxa"/>
            <w:vAlign w:val="center"/>
          </w:tcPr>
          <w:p w14:paraId="4D1BB727" w14:textId="77777777" w:rsidR="000E0AA7" w:rsidRPr="00262BDA" w:rsidRDefault="000E0AA7" w:rsidP="001F7B9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67" w:type="dxa"/>
            <w:vAlign w:val="center"/>
          </w:tcPr>
          <w:p w14:paraId="3B4E21C5" w14:textId="77777777" w:rsidR="000E0AA7" w:rsidRPr="00262BDA" w:rsidRDefault="000E0AA7" w:rsidP="001F7B9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3F724ACC" w14:textId="77777777" w:rsidR="000E0AA7" w:rsidRPr="00262BDA" w:rsidRDefault="000E0AA7" w:rsidP="001F7B9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</w:tr>
    </w:tbl>
    <w:p w14:paraId="53CCAE39" w14:textId="77777777" w:rsidR="00C14F31" w:rsidRDefault="00C14F31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p w14:paraId="6E44A9FB" w14:textId="77777777" w:rsidR="006C75CE" w:rsidRDefault="006C75CE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sectPr w:rsidR="006C75CE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89"/>
    <w:rsid w:val="0006604E"/>
    <w:rsid w:val="000C30EA"/>
    <w:rsid w:val="000E0AA7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2070A7"/>
    <w:rsid w:val="00213419"/>
    <w:rsid w:val="002163C2"/>
    <w:rsid w:val="00222269"/>
    <w:rsid w:val="00227E5C"/>
    <w:rsid w:val="00236CC5"/>
    <w:rsid w:val="00240884"/>
    <w:rsid w:val="00262BDA"/>
    <w:rsid w:val="00274D3F"/>
    <w:rsid w:val="00290FFD"/>
    <w:rsid w:val="00291E6E"/>
    <w:rsid w:val="00296365"/>
    <w:rsid w:val="002B5BDE"/>
    <w:rsid w:val="002C0231"/>
    <w:rsid w:val="00323B77"/>
    <w:rsid w:val="00374BB7"/>
    <w:rsid w:val="00381F68"/>
    <w:rsid w:val="003A227E"/>
    <w:rsid w:val="003B5912"/>
    <w:rsid w:val="00435017"/>
    <w:rsid w:val="004550EF"/>
    <w:rsid w:val="004C734C"/>
    <w:rsid w:val="004C7CA5"/>
    <w:rsid w:val="004D1313"/>
    <w:rsid w:val="004E55B1"/>
    <w:rsid w:val="004E7974"/>
    <w:rsid w:val="00542BAA"/>
    <w:rsid w:val="00557106"/>
    <w:rsid w:val="00563ABD"/>
    <w:rsid w:val="005C13D7"/>
    <w:rsid w:val="005C26B0"/>
    <w:rsid w:val="005E3789"/>
    <w:rsid w:val="00611187"/>
    <w:rsid w:val="00614937"/>
    <w:rsid w:val="006339EA"/>
    <w:rsid w:val="00666CD4"/>
    <w:rsid w:val="00675A4B"/>
    <w:rsid w:val="00681216"/>
    <w:rsid w:val="006A5A40"/>
    <w:rsid w:val="006C75CE"/>
    <w:rsid w:val="006D5427"/>
    <w:rsid w:val="006F08BD"/>
    <w:rsid w:val="006F0FBB"/>
    <w:rsid w:val="00711A12"/>
    <w:rsid w:val="0072389E"/>
    <w:rsid w:val="00724E27"/>
    <w:rsid w:val="00741133"/>
    <w:rsid w:val="00757548"/>
    <w:rsid w:val="00781A6E"/>
    <w:rsid w:val="00792309"/>
    <w:rsid w:val="007C0417"/>
    <w:rsid w:val="007C16D4"/>
    <w:rsid w:val="007D356A"/>
    <w:rsid w:val="007D65C3"/>
    <w:rsid w:val="007E1CBC"/>
    <w:rsid w:val="007E25C5"/>
    <w:rsid w:val="007E3577"/>
    <w:rsid w:val="007E6852"/>
    <w:rsid w:val="00810D00"/>
    <w:rsid w:val="008111CB"/>
    <w:rsid w:val="00826516"/>
    <w:rsid w:val="00854200"/>
    <w:rsid w:val="00856B02"/>
    <w:rsid w:val="0087781F"/>
    <w:rsid w:val="0089420E"/>
    <w:rsid w:val="008B7660"/>
    <w:rsid w:val="008D7D80"/>
    <w:rsid w:val="008F1645"/>
    <w:rsid w:val="008F75EB"/>
    <w:rsid w:val="00914FB3"/>
    <w:rsid w:val="00933B21"/>
    <w:rsid w:val="009424AB"/>
    <w:rsid w:val="0094284F"/>
    <w:rsid w:val="009768F3"/>
    <w:rsid w:val="0099001B"/>
    <w:rsid w:val="009A24B5"/>
    <w:rsid w:val="009A5804"/>
    <w:rsid w:val="009B7069"/>
    <w:rsid w:val="00A00F7B"/>
    <w:rsid w:val="00A36B8B"/>
    <w:rsid w:val="00A373AE"/>
    <w:rsid w:val="00A3777A"/>
    <w:rsid w:val="00A41484"/>
    <w:rsid w:val="00A44F52"/>
    <w:rsid w:val="00A46814"/>
    <w:rsid w:val="00A85620"/>
    <w:rsid w:val="00AC2AFE"/>
    <w:rsid w:val="00AD30C1"/>
    <w:rsid w:val="00AE0603"/>
    <w:rsid w:val="00B517A2"/>
    <w:rsid w:val="00B71091"/>
    <w:rsid w:val="00BB7E4C"/>
    <w:rsid w:val="00BD7D42"/>
    <w:rsid w:val="00C00A5F"/>
    <w:rsid w:val="00C0145B"/>
    <w:rsid w:val="00C14F31"/>
    <w:rsid w:val="00C7381D"/>
    <w:rsid w:val="00CA5B42"/>
    <w:rsid w:val="00CC4C4F"/>
    <w:rsid w:val="00D16CFF"/>
    <w:rsid w:val="00D26F1B"/>
    <w:rsid w:val="00D62FAE"/>
    <w:rsid w:val="00DA4F88"/>
    <w:rsid w:val="00DA6625"/>
    <w:rsid w:val="00DB6D62"/>
    <w:rsid w:val="00E26950"/>
    <w:rsid w:val="00E458D9"/>
    <w:rsid w:val="00E54AD4"/>
    <w:rsid w:val="00E64745"/>
    <w:rsid w:val="00E81231"/>
    <w:rsid w:val="00EE2C2E"/>
    <w:rsid w:val="00F31DF8"/>
    <w:rsid w:val="00F41F3D"/>
    <w:rsid w:val="00F70FC8"/>
    <w:rsid w:val="00F90BE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7645"/>
  <w15:docId w15:val="{B14696A9-E26E-4ED2-ACAF-46203F53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38CF8-9CA9-4F92-A2C4-32A04B5E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17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19</cp:revision>
  <cp:lastPrinted>2020-06-17T09:12:00Z</cp:lastPrinted>
  <dcterms:created xsi:type="dcterms:W3CDTF">2019-05-16T12:54:00Z</dcterms:created>
  <dcterms:modified xsi:type="dcterms:W3CDTF">2020-09-02T07:43:00Z</dcterms:modified>
</cp:coreProperties>
</file>